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EB4EC32-2311-4B9F-87B9-0B4E8524F441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